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0DD" w:rsidRPr="00482AD4" w:rsidRDefault="00685885" w:rsidP="00DF0BFC">
      <w:pPr>
        <w:jc w:val="center"/>
        <w:outlineLvl w:val="0"/>
        <w:rPr>
          <w:rFonts w:cs="Times New Roman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Web</w:t>
      </w:r>
      <w:r>
        <w:rPr>
          <w:rFonts w:hint="eastAsia"/>
          <w:b/>
          <w:bCs/>
          <w:sz w:val="32"/>
          <w:szCs w:val="32"/>
        </w:rPr>
        <w:t>前端开发</w:t>
      </w:r>
      <w:r w:rsidR="00FB2CC8">
        <w:rPr>
          <w:rFonts w:cs="宋体" w:hint="eastAsia"/>
          <w:b/>
          <w:bCs/>
          <w:sz w:val="32"/>
          <w:szCs w:val="32"/>
        </w:rPr>
        <w:t>考试笔试答题纸</w:t>
      </w:r>
    </w:p>
    <w:p w:rsidR="000470DD" w:rsidRPr="00052071" w:rsidRDefault="00077930" w:rsidP="00ED589D">
      <w:pPr>
        <w:pStyle w:val="a5"/>
        <w:numPr>
          <w:ilvl w:val="0"/>
          <w:numId w:val="2"/>
        </w:numPr>
        <w:spacing w:line="360" w:lineRule="auto"/>
        <w:ind w:firstLineChars="0"/>
        <w:rPr>
          <w:rFonts w:cs="Times New Roman"/>
        </w:rPr>
      </w:pPr>
      <w:r>
        <w:rPr>
          <w:rFonts w:cs="宋体" w:hint="eastAsia"/>
        </w:rPr>
        <w:t>单选</w:t>
      </w:r>
      <w:r w:rsidR="000470DD" w:rsidRPr="00482AD4">
        <w:rPr>
          <w:rFonts w:cs="宋体" w:hint="eastAsia"/>
        </w:rPr>
        <w:t>题（</w:t>
      </w:r>
      <w:r w:rsidR="00BA666A">
        <w:t>2X</w:t>
      </w:r>
      <w:r w:rsidR="00BA666A">
        <w:rPr>
          <w:rFonts w:hint="eastAsia"/>
        </w:rPr>
        <w:t>30</w:t>
      </w:r>
      <w:r w:rsidR="00BA666A">
        <w:t>=</w:t>
      </w:r>
      <w:r w:rsidR="00BA666A">
        <w:rPr>
          <w:rFonts w:hint="eastAsia"/>
        </w:rPr>
        <w:t>6</w:t>
      </w:r>
      <w:r w:rsidR="000470DD" w:rsidRPr="00482AD4">
        <w:t>0</w:t>
      </w:r>
      <w:r w:rsidR="000470DD" w:rsidRPr="00482AD4">
        <w:rPr>
          <w:rFonts w:cs="宋体" w:hint="eastAsia"/>
        </w:rPr>
        <w:t>分）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"/>
        <w:gridCol w:w="770"/>
        <w:gridCol w:w="810"/>
        <w:gridCol w:w="769"/>
        <w:gridCol w:w="769"/>
        <w:gridCol w:w="768"/>
        <w:gridCol w:w="754"/>
        <w:gridCol w:w="750"/>
        <w:gridCol w:w="754"/>
        <w:gridCol w:w="751"/>
        <w:gridCol w:w="751"/>
      </w:tblGrid>
      <w:tr w:rsidR="000470DD" w:rsidRPr="00482AD4" w:rsidTr="00C55BCD">
        <w:tc>
          <w:tcPr>
            <w:tcW w:w="756" w:type="dxa"/>
          </w:tcPr>
          <w:p w:rsidR="000470DD" w:rsidRPr="00482AD4" w:rsidRDefault="000470DD" w:rsidP="00726667">
            <w:pPr>
              <w:pStyle w:val="a5"/>
              <w:spacing w:line="360" w:lineRule="auto"/>
              <w:ind w:firstLineChars="0" w:firstLine="0"/>
              <w:rPr>
                <w:rFonts w:ascii="Times New Roman" w:hAnsi="Times New Roman" w:cs="Times New Roman"/>
              </w:rPr>
            </w:pPr>
            <w:r w:rsidRPr="00482AD4">
              <w:rPr>
                <w:rFonts w:ascii="Times New Roman" w:hAnsi="Times New Roman" w:cs="Times New Roman"/>
              </w:rPr>
              <w:t>1-10</w:t>
            </w:r>
          </w:p>
        </w:tc>
        <w:tc>
          <w:tcPr>
            <w:tcW w:w="770" w:type="dxa"/>
            <w:vAlign w:val="center"/>
          </w:tcPr>
          <w:p w:rsidR="000470DD" w:rsidRPr="00482AD4" w:rsidRDefault="001A56B6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B</w:t>
            </w:r>
          </w:p>
        </w:tc>
        <w:tc>
          <w:tcPr>
            <w:tcW w:w="810" w:type="dxa"/>
            <w:vAlign w:val="center"/>
          </w:tcPr>
          <w:p w:rsidR="000470DD" w:rsidRPr="00482AD4" w:rsidRDefault="001A56B6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D</w:t>
            </w:r>
          </w:p>
        </w:tc>
        <w:tc>
          <w:tcPr>
            <w:tcW w:w="769" w:type="dxa"/>
            <w:vAlign w:val="center"/>
          </w:tcPr>
          <w:p w:rsidR="000470DD" w:rsidRPr="00482AD4" w:rsidRDefault="00933796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B</w:t>
            </w:r>
          </w:p>
        </w:tc>
        <w:tc>
          <w:tcPr>
            <w:tcW w:w="769" w:type="dxa"/>
            <w:vAlign w:val="center"/>
          </w:tcPr>
          <w:p w:rsidR="000470DD" w:rsidRPr="00482AD4" w:rsidRDefault="00933796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A</w:t>
            </w:r>
          </w:p>
        </w:tc>
        <w:tc>
          <w:tcPr>
            <w:tcW w:w="768" w:type="dxa"/>
            <w:vAlign w:val="center"/>
          </w:tcPr>
          <w:p w:rsidR="000470DD" w:rsidRPr="00482AD4" w:rsidRDefault="00933796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A</w:t>
            </w:r>
          </w:p>
        </w:tc>
        <w:tc>
          <w:tcPr>
            <w:tcW w:w="754" w:type="dxa"/>
            <w:vAlign w:val="center"/>
          </w:tcPr>
          <w:p w:rsidR="000470DD" w:rsidRPr="00482AD4" w:rsidRDefault="00933796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B</w:t>
            </w:r>
          </w:p>
        </w:tc>
        <w:tc>
          <w:tcPr>
            <w:tcW w:w="750" w:type="dxa"/>
            <w:vAlign w:val="center"/>
          </w:tcPr>
          <w:p w:rsidR="000470DD" w:rsidRPr="00482AD4" w:rsidRDefault="00933796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D</w:t>
            </w:r>
          </w:p>
        </w:tc>
        <w:tc>
          <w:tcPr>
            <w:tcW w:w="754" w:type="dxa"/>
            <w:vAlign w:val="center"/>
          </w:tcPr>
          <w:p w:rsidR="000470DD" w:rsidRPr="00482AD4" w:rsidRDefault="00933796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B</w:t>
            </w:r>
          </w:p>
        </w:tc>
        <w:tc>
          <w:tcPr>
            <w:tcW w:w="751" w:type="dxa"/>
            <w:vAlign w:val="center"/>
          </w:tcPr>
          <w:p w:rsidR="000470DD" w:rsidRPr="00482AD4" w:rsidRDefault="00933796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C</w:t>
            </w:r>
          </w:p>
        </w:tc>
        <w:tc>
          <w:tcPr>
            <w:tcW w:w="751" w:type="dxa"/>
            <w:vAlign w:val="center"/>
          </w:tcPr>
          <w:p w:rsidR="000470DD" w:rsidRPr="00482AD4" w:rsidRDefault="00933796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B</w:t>
            </w:r>
          </w:p>
        </w:tc>
      </w:tr>
      <w:tr w:rsidR="000470DD" w:rsidRPr="00482AD4" w:rsidTr="00C55BCD">
        <w:tc>
          <w:tcPr>
            <w:tcW w:w="756" w:type="dxa"/>
          </w:tcPr>
          <w:p w:rsidR="000470DD" w:rsidRPr="00482AD4" w:rsidRDefault="000470DD" w:rsidP="00726667">
            <w:pPr>
              <w:pStyle w:val="a5"/>
              <w:spacing w:line="360" w:lineRule="auto"/>
              <w:ind w:firstLineChars="0" w:firstLine="0"/>
              <w:rPr>
                <w:rFonts w:ascii="Times New Roman" w:hAnsi="Times New Roman" w:cs="Times New Roman"/>
              </w:rPr>
            </w:pPr>
            <w:r w:rsidRPr="00482AD4">
              <w:rPr>
                <w:rFonts w:ascii="Times New Roman" w:hAnsi="Times New Roman" w:cs="Times New Roman"/>
              </w:rPr>
              <w:t>11-20</w:t>
            </w:r>
          </w:p>
        </w:tc>
        <w:tc>
          <w:tcPr>
            <w:tcW w:w="770" w:type="dxa"/>
            <w:vAlign w:val="center"/>
          </w:tcPr>
          <w:p w:rsidR="000470DD" w:rsidRPr="00482AD4" w:rsidRDefault="00933796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A</w:t>
            </w:r>
          </w:p>
        </w:tc>
        <w:tc>
          <w:tcPr>
            <w:tcW w:w="810" w:type="dxa"/>
            <w:vAlign w:val="center"/>
          </w:tcPr>
          <w:p w:rsidR="000470DD" w:rsidRPr="00482AD4" w:rsidRDefault="00FA29FD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C</w:t>
            </w:r>
          </w:p>
        </w:tc>
        <w:tc>
          <w:tcPr>
            <w:tcW w:w="769" w:type="dxa"/>
            <w:vAlign w:val="center"/>
          </w:tcPr>
          <w:p w:rsidR="000470DD" w:rsidRPr="00482AD4" w:rsidRDefault="00FA29FD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C</w:t>
            </w:r>
          </w:p>
        </w:tc>
        <w:tc>
          <w:tcPr>
            <w:tcW w:w="769" w:type="dxa"/>
            <w:vAlign w:val="center"/>
          </w:tcPr>
          <w:p w:rsidR="000470DD" w:rsidRPr="00482AD4" w:rsidRDefault="00FA29FD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D</w:t>
            </w:r>
          </w:p>
        </w:tc>
        <w:tc>
          <w:tcPr>
            <w:tcW w:w="768" w:type="dxa"/>
            <w:vAlign w:val="center"/>
          </w:tcPr>
          <w:p w:rsidR="000470DD" w:rsidRPr="00482AD4" w:rsidRDefault="00FA29FD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C</w:t>
            </w:r>
          </w:p>
        </w:tc>
        <w:tc>
          <w:tcPr>
            <w:tcW w:w="754" w:type="dxa"/>
            <w:vAlign w:val="center"/>
          </w:tcPr>
          <w:p w:rsidR="000470DD" w:rsidRPr="00482AD4" w:rsidRDefault="00FA29FD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D</w:t>
            </w:r>
          </w:p>
        </w:tc>
        <w:tc>
          <w:tcPr>
            <w:tcW w:w="750" w:type="dxa"/>
            <w:vAlign w:val="center"/>
          </w:tcPr>
          <w:p w:rsidR="000470DD" w:rsidRPr="00482AD4" w:rsidRDefault="00FA29FD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D</w:t>
            </w:r>
          </w:p>
        </w:tc>
        <w:tc>
          <w:tcPr>
            <w:tcW w:w="754" w:type="dxa"/>
            <w:vAlign w:val="center"/>
          </w:tcPr>
          <w:p w:rsidR="000470DD" w:rsidRPr="00482AD4" w:rsidRDefault="00FA29FD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B</w:t>
            </w:r>
          </w:p>
        </w:tc>
        <w:tc>
          <w:tcPr>
            <w:tcW w:w="751" w:type="dxa"/>
            <w:vAlign w:val="center"/>
          </w:tcPr>
          <w:p w:rsidR="000470DD" w:rsidRPr="00482AD4" w:rsidRDefault="00FA29FD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C</w:t>
            </w:r>
          </w:p>
        </w:tc>
        <w:tc>
          <w:tcPr>
            <w:tcW w:w="751" w:type="dxa"/>
            <w:vAlign w:val="center"/>
          </w:tcPr>
          <w:p w:rsidR="000470DD" w:rsidRPr="00482AD4" w:rsidRDefault="00FA29FD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A</w:t>
            </w:r>
          </w:p>
        </w:tc>
      </w:tr>
      <w:tr w:rsidR="00D55AEB" w:rsidRPr="00482AD4" w:rsidTr="001C42C7">
        <w:tc>
          <w:tcPr>
            <w:tcW w:w="756" w:type="dxa"/>
          </w:tcPr>
          <w:p w:rsidR="00D55AEB" w:rsidRPr="00482AD4" w:rsidRDefault="00D55AEB" w:rsidP="00726667">
            <w:pPr>
              <w:pStyle w:val="a5"/>
              <w:spacing w:line="360" w:lineRule="auto"/>
              <w:ind w:firstLineChars="0" w:firstLine="0"/>
              <w:rPr>
                <w:rFonts w:ascii="Times New Roman" w:hAnsi="Times New Roman" w:cs="Times New Roman"/>
              </w:rPr>
            </w:pPr>
            <w:r w:rsidRPr="00482AD4">
              <w:rPr>
                <w:rFonts w:ascii="Times New Roman" w:hAnsi="Times New Roman" w:cs="Times New Roman"/>
              </w:rPr>
              <w:t>21-30</w:t>
            </w:r>
          </w:p>
        </w:tc>
        <w:tc>
          <w:tcPr>
            <w:tcW w:w="770" w:type="dxa"/>
            <w:vAlign w:val="center"/>
          </w:tcPr>
          <w:p w:rsidR="00D55AEB" w:rsidRPr="00482AD4" w:rsidRDefault="00FA29FD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A</w:t>
            </w:r>
          </w:p>
        </w:tc>
        <w:tc>
          <w:tcPr>
            <w:tcW w:w="810" w:type="dxa"/>
            <w:vAlign w:val="center"/>
          </w:tcPr>
          <w:p w:rsidR="00D55AEB" w:rsidRPr="00482AD4" w:rsidRDefault="00FA29FD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B</w:t>
            </w:r>
          </w:p>
        </w:tc>
        <w:tc>
          <w:tcPr>
            <w:tcW w:w="769" w:type="dxa"/>
            <w:vAlign w:val="center"/>
          </w:tcPr>
          <w:p w:rsidR="00D55AEB" w:rsidRPr="00482AD4" w:rsidRDefault="00FA29FD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A</w:t>
            </w:r>
          </w:p>
        </w:tc>
        <w:tc>
          <w:tcPr>
            <w:tcW w:w="769" w:type="dxa"/>
            <w:vAlign w:val="center"/>
          </w:tcPr>
          <w:p w:rsidR="00D55AEB" w:rsidRPr="00482AD4" w:rsidRDefault="00FA29FD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C</w:t>
            </w:r>
          </w:p>
        </w:tc>
        <w:tc>
          <w:tcPr>
            <w:tcW w:w="768" w:type="dxa"/>
            <w:vAlign w:val="center"/>
          </w:tcPr>
          <w:p w:rsidR="00D55AEB" w:rsidRPr="00482AD4" w:rsidRDefault="00FA29FD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B</w:t>
            </w:r>
          </w:p>
        </w:tc>
        <w:tc>
          <w:tcPr>
            <w:tcW w:w="754" w:type="dxa"/>
          </w:tcPr>
          <w:p w:rsidR="00D55AEB" w:rsidRPr="00482AD4" w:rsidRDefault="00FA29FD" w:rsidP="00726667">
            <w:pPr>
              <w:pStyle w:val="a5"/>
              <w:spacing w:line="360" w:lineRule="auto"/>
              <w:ind w:firstLineChars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B</w:t>
            </w:r>
          </w:p>
        </w:tc>
        <w:tc>
          <w:tcPr>
            <w:tcW w:w="750" w:type="dxa"/>
            <w:vAlign w:val="center"/>
          </w:tcPr>
          <w:p w:rsidR="00D55AEB" w:rsidRPr="00482AD4" w:rsidRDefault="00FA29FD" w:rsidP="00B21A26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C</w:t>
            </w:r>
          </w:p>
        </w:tc>
        <w:tc>
          <w:tcPr>
            <w:tcW w:w="754" w:type="dxa"/>
            <w:vAlign w:val="center"/>
          </w:tcPr>
          <w:p w:rsidR="00D55AEB" w:rsidRPr="00482AD4" w:rsidRDefault="00FA29FD" w:rsidP="00B21A26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D</w:t>
            </w:r>
          </w:p>
        </w:tc>
        <w:tc>
          <w:tcPr>
            <w:tcW w:w="751" w:type="dxa"/>
            <w:vAlign w:val="center"/>
          </w:tcPr>
          <w:p w:rsidR="00D55AEB" w:rsidRPr="00482AD4" w:rsidRDefault="00FA29FD" w:rsidP="00B21A26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D</w:t>
            </w:r>
          </w:p>
        </w:tc>
        <w:tc>
          <w:tcPr>
            <w:tcW w:w="751" w:type="dxa"/>
            <w:vAlign w:val="center"/>
          </w:tcPr>
          <w:p w:rsidR="00D55AEB" w:rsidRPr="00482AD4" w:rsidRDefault="00FA29FD" w:rsidP="00B21A26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C</w:t>
            </w:r>
          </w:p>
        </w:tc>
      </w:tr>
    </w:tbl>
    <w:p w:rsidR="00077930" w:rsidRDefault="00077930" w:rsidP="00DF0BFC">
      <w:pPr>
        <w:outlineLvl w:val="0"/>
        <w:rPr>
          <w:rFonts w:cs="宋体"/>
        </w:rPr>
      </w:pPr>
      <w:bookmarkStart w:id="0" w:name="_GoBack"/>
      <w:bookmarkEnd w:id="0"/>
    </w:p>
    <w:p w:rsidR="000470DD" w:rsidRPr="00052071" w:rsidRDefault="00077930" w:rsidP="00052071">
      <w:pPr>
        <w:pStyle w:val="a5"/>
        <w:numPr>
          <w:ilvl w:val="0"/>
          <w:numId w:val="2"/>
        </w:numPr>
        <w:spacing w:line="360" w:lineRule="auto"/>
        <w:ind w:firstLineChars="0"/>
        <w:rPr>
          <w:rFonts w:cs="Times New Roman"/>
        </w:rPr>
      </w:pPr>
      <w:r>
        <w:rPr>
          <w:rFonts w:hint="eastAsia"/>
        </w:rPr>
        <w:t>多选</w:t>
      </w:r>
      <w:r w:rsidR="000470DD" w:rsidRPr="00077930">
        <w:rPr>
          <w:rFonts w:hint="eastAsia"/>
        </w:rPr>
        <w:t>题（</w:t>
      </w:r>
      <w:r>
        <w:rPr>
          <w:rFonts w:hint="eastAsia"/>
        </w:rPr>
        <w:t>2</w:t>
      </w:r>
      <w:r w:rsidR="00285064">
        <w:t>x</w:t>
      </w:r>
      <w:r>
        <w:rPr>
          <w:rFonts w:hint="eastAsia"/>
        </w:rPr>
        <w:t>15</w:t>
      </w:r>
      <w:r>
        <w:t>=</w:t>
      </w:r>
      <w:r>
        <w:rPr>
          <w:rFonts w:hint="eastAsia"/>
        </w:rPr>
        <w:t>30</w:t>
      </w:r>
      <w:r w:rsidR="000470DD" w:rsidRPr="00077930">
        <w:rPr>
          <w:rFonts w:hint="eastAsia"/>
        </w:rPr>
        <w:t>分）</w:t>
      </w:r>
    </w:p>
    <w:p w:rsidR="00077930" w:rsidRDefault="00077930" w:rsidP="00077930">
      <w:pPr>
        <w:pStyle w:val="a5"/>
        <w:ind w:left="420" w:firstLineChars="0" w:firstLine="0"/>
        <w:outlineLvl w:val="0"/>
        <w:rPr>
          <w:rFonts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"/>
        <w:gridCol w:w="770"/>
        <w:gridCol w:w="810"/>
        <w:gridCol w:w="769"/>
        <w:gridCol w:w="769"/>
        <w:gridCol w:w="768"/>
        <w:gridCol w:w="754"/>
        <w:gridCol w:w="750"/>
        <w:gridCol w:w="754"/>
        <w:gridCol w:w="751"/>
        <w:gridCol w:w="751"/>
      </w:tblGrid>
      <w:tr w:rsidR="00077930" w:rsidRPr="00482AD4" w:rsidTr="000A3E24">
        <w:tc>
          <w:tcPr>
            <w:tcW w:w="756" w:type="dxa"/>
          </w:tcPr>
          <w:p w:rsidR="00077930" w:rsidRPr="00482AD4" w:rsidRDefault="00077930" w:rsidP="000A3E24">
            <w:pPr>
              <w:pStyle w:val="a5"/>
              <w:spacing w:line="360" w:lineRule="auto"/>
              <w:ind w:firstLineChars="0" w:firstLine="0"/>
              <w:rPr>
                <w:rFonts w:ascii="Times New Roman" w:hAnsi="Times New Roman" w:cs="Times New Roman"/>
              </w:rPr>
            </w:pPr>
            <w:r w:rsidRPr="00482AD4">
              <w:rPr>
                <w:rFonts w:ascii="Times New Roman" w:hAnsi="Times New Roman" w:cs="Times New Roman"/>
              </w:rPr>
              <w:t>1-10</w:t>
            </w:r>
          </w:p>
        </w:tc>
        <w:tc>
          <w:tcPr>
            <w:tcW w:w="770" w:type="dxa"/>
            <w:vAlign w:val="center"/>
          </w:tcPr>
          <w:p w:rsidR="00077930" w:rsidRPr="00482AD4" w:rsidRDefault="0039068F" w:rsidP="000A3E24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ABD</w:t>
            </w:r>
          </w:p>
        </w:tc>
        <w:tc>
          <w:tcPr>
            <w:tcW w:w="810" w:type="dxa"/>
            <w:vAlign w:val="center"/>
          </w:tcPr>
          <w:p w:rsidR="00077930" w:rsidRPr="00482AD4" w:rsidRDefault="0039068F" w:rsidP="000A3E24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BCD</w:t>
            </w:r>
          </w:p>
        </w:tc>
        <w:tc>
          <w:tcPr>
            <w:tcW w:w="769" w:type="dxa"/>
            <w:vAlign w:val="center"/>
          </w:tcPr>
          <w:p w:rsidR="00077930" w:rsidRPr="00482AD4" w:rsidRDefault="0039068F" w:rsidP="000A3E24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CD</w:t>
            </w:r>
          </w:p>
        </w:tc>
        <w:tc>
          <w:tcPr>
            <w:tcW w:w="769" w:type="dxa"/>
            <w:vAlign w:val="center"/>
          </w:tcPr>
          <w:p w:rsidR="00077930" w:rsidRPr="00482AD4" w:rsidRDefault="0039068F" w:rsidP="000A3E24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BC</w:t>
            </w:r>
          </w:p>
        </w:tc>
        <w:tc>
          <w:tcPr>
            <w:tcW w:w="768" w:type="dxa"/>
            <w:vAlign w:val="center"/>
          </w:tcPr>
          <w:p w:rsidR="00077930" w:rsidRPr="00482AD4" w:rsidRDefault="0039068F" w:rsidP="000A3E24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ABC</w:t>
            </w:r>
          </w:p>
        </w:tc>
        <w:tc>
          <w:tcPr>
            <w:tcW w:w="754" w:type="dxa"/>
            <w:vAlign w:val="center"/>
          </w:tcPr>
          <w:p w:rsidR="00077930" w:rsidRPr="00482AD4" w:rsidRDefault="0039068F" w:rsidP="000A3E24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AB</w:t>
            </w:r>
          </w:p>
        </w:tc>
        <w:tc>
          <w:tcPr>
            <w:tcW w:w="750" w:type="dxa"/>
            <w:vAlign w:val="center"/>
          </w:tcPr>
          <w:p w:rsidR="00077930" w:rsidRPr="00482AD4" w:rsidRDefault="0039068F" w:rsidP="000A3E24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ABC</w:t>
            </w:r>
          </w:p>
        </w:tc>
        <w:tc>
          <w:tcPr>
            <w:tcW w:w="754" w:type="dxa"/>
            <w:vAlign w:val="center"/>
          </w:tcPr>
          <w:p w:rsidR="00077930" w:rsidRPr="00482AD4" w:rsidRDefault="0039068F" w:rsidP="000A3E24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ABD</w:t>
            </w:r>
          </w:p>
        </w:tc>
        <w:tc>
          <w:tcPr>
            <w:tcW w:w="751" w:type="dxa"/>
            <w:vAlign w:val="center"/>
          </w:tcPr>
          <w:p w:rsidR="00077930" w:rsidRPr="00482AD4" w:rsidRDefault="0039068F" w:rsidP="000A3E24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AC</w:t>
            </w:r>
          </w:p>
        </w:tc>
        <w:tc>
          <w:tcPr>
            <w:tcW w:w="751" w:type="dxa"/>
            <w:vAlign w:val="center"/>
          </w:tcPr>
          <w:p w:rsidR="00077930" w:rsidRPr="00482AD4" w:rsidRDefault="0039068F" w:rsidP="000A3E24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ABC</w:t>
            </w:r>
          </w:p>
        </w:tc>
      </w:tr>
      <w:tr w:rsidR="00077930" w:rsidRPr="00482AD4" w:rsidTr="000A3E24">
        <w:tc>
          <w:tcPr>
            <w:tcW w:w="756" w:type="dxa"/>
          </w:tcPr>
          <w:p w:rsidR="00077930" w:rsidRPr="00482AD4" w:rsidRDefault="00077930" w:rsidP="000A3E24">
            <w:pPr>
              <w:pStyle w:val="a5"/>
              <w:spacing w:line="360" w:lineRule="auto"/>
              <w:ind w:firstLineChars="0" w:firstLine="0"/>
              <w:rPr>
                <w:rFonts w:ascii="Times New Roman" w:hAnsi="Times New Roman" w:cs="Times New Roman"/>
              </w:rPr>
            </w:pPr>
            <w:r w:rsidRPr="00482AD4">
              <w:rPr>
                <w:rFonts w:ascii="Times New Roman" w:hAnsi="Times New Roman" w:cs="Times New Roman"/>
              </w:rPr>
              <w:t>11-20</w:t>
            </w:r>
          </w:p>
        </w:tc>
        <w:tc>
          <w:tcPr>
            <w:tcW w:w="770" w:type="dxa"/>
            <w:vAlign w:val="center"/>
          </w:tcPr>
          <w:p w:rsidR="00077930" w:rsidRPr="00482AD4" w:rsidRDefault="0039068F" w:rsidP="000A3E24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ABCD</w:t>
            </w:r>
          </w:p>
        </w:tc>
        <w:tc>
          <w:tcPr>
            <w:tcW w:w="810" w:type="dxa"/>
            <w:vAlign w:val="center"/>
          </w:tcPr>
          <w:p w:rsidR="00077930" w:rsidRPr="00482AD4" w:rsidRDefault="0039068F" w:rsidP="000A3E24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ABC</w:t>
            </w:r>
          </w:p>
        </w:tc>
        <w:tc>
          <w:tcPr>
            <w:tcW w:w="769" w:type="dxa"/>
            <w:vAlign w:val="center"/>
          </w:tcPr>
          <w:p w:rsidR="00077930" w:rsidRPr="00482AD4" w:rsidRDefault="0039068F" w:rsidP="000A3E24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ABD</w:t>
            </w:r>
          </w:p>
        </w:tc>
        <w:tc>
          <w:tcPr>
            <w:tcW w:w="769" w:type="dxa"/>
            <w:vAlign w:val="center"/>
          </w:tcPr>
          <w:p w:rsidR="00077930" w:rsidRPr="00482AD4" w:rsidRDefault="0039068F" w:rsidP="000A3E24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ACD</w:t>
            </w:r>
          </w:p>
        </w:tc>
        <w:tc>
          <w:tcPr>
            <w:tcW w:w="768" w:type="dxa"/>
            <w:vAlign w:val="center"/>
          </w:tcPr>
          <w:p w:rsidR="00077930" w:rsidRPr="00482AD4" w:rsidRDefault="0039068F" w:rsidP="000A3E24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ABC</w:t>
            </w:r>
          </w:p>
        </w:tc>
        <w:tc>
          <w:tcPr>
            <w:tcW w:w="754" w:type="dxa"/>
            <w:vAlign w:val="center"/>
          </w:tcPr>
          <w:p w:rsidR="00077930" w:rsidRPr="00482AD4" w:rsidRDefault="00077930" w:rsidP="000A3E24"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077930" w:rsidRPr="00482AD4" w:rsidRDefault="00077930" w:rsidP="000A3E24"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754" w:type="dxa"/>
            <w:vAlign w:val="center"/>
          </w:tcPr>
          <w:p w:rsidR="00077930" w:rsidRPr="00482AD4" w:rsidRDefault="00077930" w:rsidP="000A3E24"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751" w:type="dxa"/>
            <w:vAlign w:val="center"/>
          </w:tcPr>
          <w:p w:rsidR="00077930" w:rsidRPr="00482AD4" w:rsidRDefault="00077930" w:rsidP="000A3E24"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751" w:type="dxa"/>
            <w:vAlign w:val="center"/>
          </w:tcPr>
          <w:p w:rsidR="00077930" w:rsidRPr="00482AD4" w:rsidRDefault="00077930" w:rsidP="000A3E24">
            <w:pPr>
              <w:rPr>
                <w:rFonts w:ascii="宋体" w:cs="宋体"/>
                <w:sz w:val="24"/>
                <w:szCs w:val="24"/>
              </w:rPr>
            </w:pPr>
          </w:p>
        </w:tc>
      </w:tr>
    </w:tbl>
    <w:p w:rsidR="00077930" w:rsidRPr="00077930" w:rsidRDefault="00077930" w:rsidP="00077930">
      <w:pPr>
        <w:pStyle w:val="a5"/>
        <w:ind w:left="420" w:firstLineChars="0" w:firstLine="0"/>
        <w:outlineLvl w:val="0"/>
        <w:rPr>
          <w:rFonts w:cs="Times New Roman"/>
        </w:rPr>
      </w:pPr>
    </w:p>
    <w:p w:rsidR="00E6547E" w:rsidRDefault="00E6547E" w:rsidP="00DF0BFC">
      <w:pPr>
        <w:jc w:val="left"/>
        <w:outlineLvl w:val="0"/>
        <w:rPr>
          <w:shd w:val="clear" w:color="auto" w:fill="FFFFFF"/>
        </w:rPr>
      </w:pPr>
    </w:p>
    <w:p w:rsidR="000470DD" w:rsidRPr="00052071" w:rsidRDefault="000470DD" w:rsidP="00052071">
      <w:r w:rsidRPr="00052071">
        <w:rPr>
          <w:rFonts w:hint="eastAsia"/>
        </w:rPr>
        <w:t>三、</w:t>
      </w:r>
      <w:r w:rsidR="00192F56" w:rsidRPr="00052071">
        <w:rPr>
          <w:rFonts w:hint="eastAsia"/>
        </w:rPr>
        <w:t>判断</w:t>
      </w:r>
      <w:r w:rsidRPr="00052071">
        <w:rPr>
          <w:rFonts w:hint="eastAsia"/>
        </w:rPr>
        <w:t>题（</w:t>
      </w:r>
      <w:r w:rsidR="00192F56" w:rsidRPr="00052071">
        <w:rPr>
          <w:rFonts w:hint="eastAsia"/>
        </w:rPr>
        <w:t>2</w:t>
      </w:r>
      <w:r w:rsidR="00192F56" w:rsidRPr="00052071">
        <w:t xml:space="preserve"> x</w:t>
      </w:r>
      <w:r w:rsidR="00192F56" w:rsidRPr="00052071">
        <w:rPr>
          <w:rFonts w:hint="eastAsia"/>
        </w:rPr>
        <w:t xml:space="preserve"> 5=10</w:t>
      </w:r>
      <w:r w:rsidRPr="00052071">
        <w:rPr>
          <w:rFonts w:hint="eastAsia"/>
        </w:rPr>
        <w:t>分）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6"/>
        <w:gridCol w:w="770"/>
        <w:gridCol w:w="810"/>
        <w:gridCol w:w="769"/>
        <w:gridCol w:w="769"/>
        <w:gridCol w:w="768"/>
        <w:gridCol w:w="754"/>
        <w:gridCol w:w="750"/>
        <w:gridCol w:w="754"/>
        <w:gridCol w:w="751"/>
        <w:gridCol w:w="751"/>
      </w:tblGrid>
      <w:tr w:rsidR="00192F56" w:rsidRPr="00482AD4" w:rsidTr="000A3E24">
        <w:tc>
          <w:tcPr>
            <w:tcW w:w="756" w:type="dxa"/>
          </w:tcPr>
          <w:p w:rsidR="00192F56" w:rsidRPr="00482AD4" w:rsidRDefault="00192F56" w:rsidP="000A3E24">
            <w:pPr>
              <w:pStyle w:val="a5"/>
              <w:spacing w:line="360" w:lineRule="auto"/>
              <w:ind w:firstLineChars="0" w:firstLine="0"/>
              <w:rPr>
                <w:rFonts w:ascii="Times New Roman" w:hAnsi="Times New Roman" w:cs="Times New Roman"/>
              </w:rPr>
            </w:pPr>
            <w:r w:rsidRPr="00482AD4">
              <w:rPr>
                <w:rFonts w:ascii="Times New Roman" w:hAnsi="Times New Roman" w:cs="Times New Roman"/>
              </w:rPr>
              <w:t>1-10</w:t>
            </w:r>
          </w:p>
        </w:tc>
        <w:tc>
          <w:tcPr>
            <w:tcW w:w="770" w:type="dxa"/>
            <w:vAlign w:val="center"/>
          </w:tcPr>
          <w:p w:rsidR="00192F56" w:rsidRPr="00482AD4" w:rsidRDefault="0021500C" w:rsidP="000A3E24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×</w:t>
            </w:r>
          </w:p>
        </w:tc>
        <w:tc>
          <w:tcPr>
            <w:tcW w:w="810" w:type="dxa"/>
            <w:vAlign w:val="center"/>
          </w:tcPr>
          <w:p w:rsidR="00192F56" w:rsidRPr="00482AD4" w:rsidRDefault="0021500C" w:rsidP="000A3E24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√</w:t>
            </w:r>
          </w:p>
        </w:tc>
        <w:tc>
          <w:tcPr>
            <w:tcW w:w="769" w:type="dxa"/>
            <w:vAlign w:val="center"/>
          </w:tcPr>
          <w:p w:rsidR="00192F56" w:rsidRPr="00482AD4" w:rsidRDefault="0021500C" w:rsidP="000A3E24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×</w:t>
            </w:r>
          </w:p>
        </w:tc>
        <w:tc>
          <w:tcPr>
            <w:tcW w:w="769" w:type="dxa"/>
            <w:vAlign w:val="center"/>
          </w:tcPr>
          <w:p w:rsidR="00192F56" w:rsidRPr="00482AD4" w:rsidRDefault="0021500C" w:rsidP="000A3E24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√</w:t>
            </w:r>
          </w:p>
        </w:tc>
        <w:tc>
          <w:tcPr>
            <w:tcW w:w="768" w:type="dxa"/>
            <w:vAlign w:val="center"/>
          </w:tcPr>
          <w:p w:rsidR="00192F56" w:rsidRPr="00482AD4" w:rsidRDefault="0021500C" w:rsidP="000A3E24"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×</w:t>
            </w:r>
          </w:p>
        </w:tc>
        <w:tc>
          <w:tcPr>
            <w:tcW w:w="754" w:type="dxa"/>
            <w:vAlign w:val="center"/>
          </w:tcPr>
          <w:p w:rsidR="00192F56" w:rsidRPr="00482AD4" w:rsidRDefault="00192F56" w:rsidP="000A3E24"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 w:rsidR="00192F56" w:rsidRPr="00482AD4" w:rsidRDefault="00192F56" w:rsidP="000A3E24"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754" w:type="dxa"/>
            <w:vAlign w:val="center"/>
          </w:tcPr>
          <w:p w:rsidR="00192F56" w:rsidRPr="00482AD4" w:rsidRDefault="00192F56" w:rsidP="000A3E24"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751" w:type="dxa"/>
            <w:vAlign w:val="center"/>
          </w:tcPr>
          <w:p w:rsidR="00192F56" w:rsidRPr="00482AD4" w:rsidRDefault="00192F56" w:rsidP="000A3E24"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751" w:type="dxa"/>
            <w:vAlign w:val="center"/>
          </w:tcPr>
          <w:p w:rsidR="00192F56" w:rsidRPr="00482AD4" w:rsidRDefault="00192F56" w:rsidP="000A3E24">
            <w:pPr>
              <w:rPr>
                <w:rFonts w:ascii="宋体" w:cs="宋体"/>
                <w:sz w:val="24"/>
                <w:szCs w:val="24"/>
              </w:rPr>
            </w:pPr>
          </w:p>
        </w:tc>
      </w:tr>
    </w:tbl>
    <w:p w:rsidR="00381031" w:rsidRDefault="00381031" w:rsidP="00381031">
      <w:pPr>
        <w:pStyle w:val="a5"/>
        <w:spacing w:line="360" w:lineRule="auto"/>
        <w:ind w:left="420" w:firstLineChars="0" w:firstLine="0"/>
        <w:rPr>
          <w:rFonts w:cs="宋体"/>
        </w:rPr>
      </w:pPr>
    </w:p>
    <w:p w:rsidR="00381031" w:rsidRDefault="00381031" w:rsidP="00381031">
      <w:pPr>
        <w:pStyle w:val="a5"/>
        <w:spacing w:line="360" w:lineRule="auto"/>
        <w:ind w:left="420" w:firstLineChars="0" w:firstLine="0"/>
        <w:rPr>
          <w:rFonts w:cs="宋体"/>
        </w:rPr>
      </w:pPr>
    </w:p>
    <w:p w:rsidR="0057537F" w:rsidRDefault="0057537F" w:rsidP="0045685D">
      <w:pPr>
        <w:spacing w:line="360" w:lineRule="auto"/>
        <w:rPr>
          <w:rFonts w:cs="Times New Roman"/>
        </w:rPr>
      </w:pPr>
    </w:p>
    <w:p w:rsidR="0057537F" w:rsidRDefault="0057537F" w:rsidP="0045685D">
      <w:pPr>
        <w:spacing w:line="360" w:lineRule="auto"/>
        <w:rPr>
          <w:rFonts w:cs="Times New Roman"/>
        </w:rPr>
      </w:pPr>
    </w:p>
    <w:p w:rsidR="0057537F" w:rsidRDefault="0057537F" w:rsidP="0045685D">
      <w:pPr>
        <w:spacing w:line="360" w:lineRule="auto"/>
        <w:rPr>
          <w:rFonts w:cs="Times New Roman"/>
        </w:rPr>
      </w:pPr>
    </w:p>
    <w:p w:rsidR="0057537F" w:rsidRDefault="0057537F" w:rsidP="0045685D">
      <w:pPr>
        <w:spacing w:line="360" w:lineRule="auto"/>
        <w:rPr>
          <w:rFonts w:cs="Times New Roman"/>
        </w:rPr>
      </w:pPr>
    </w:p>
    <w:p w:rsidR="0057537F" w:rsidRDefault="0057537F" w:rsidP="0045685D">
      <w:pPr>
        <w:spacing w:line="360" w:lineRule="auto"/>
        <w:rPr>
          <w:rFonts w:cs="Times New Roman"/>
        </w:rPr>
      </w:pPr>
    </w:p>
    <w:p w:rsidR="0057537F" w:rsidRDefault="0057537F" w:rsidP="0045685D">
      <w:pPr>
        <w:spacing w:line="360" w:lineRule="auto"/>
        <w:rPr>
          <w:rFonts w:cs="Times New Roman"/>
        </w:rPr>
      </w:pPr>
    </w:p>
    <w:p w:rsidR="0057537F" w:rsidRDefault="0057537F" w:rsidP="0045685D">
      <w:pPr>
        <w:spacing w:line="360" w:lineRule="auto"/>
        <w:rPr>
          <w:rFonts w:cs="Times New Roman"/>
        </w:rPr>
      </w:pPr>
    </w:p>
    <w:p w:rsidR="0057537F" w:rsidRPr="00482AD4" w:rsidRDefault="0057537F" w:rsidP="0045685D">
      <w:pPr>
        <w:spacing w:line="360" w:lineRule="auto"/>
        <w:rPr>
          <w:rFonts w:cs="Times New Roman"/>
        </w:rPr>
      </w:pPr>
    </w:p>
    <w:sectPr w:rsidR="0057537F" w:rsidRPr="00482AD4" w:rsidSect="000C7370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10C" w:rsidRDefault="002F710C" w:rsidP="00F973C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F710C" w:rsidRDefault="002F710C" w:rsidP="00F973C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0DD" w:rsidRDefault="000470DD" w:rsidP="00175A25">
    <w:pPr>
      <w:pStyle w:val="a4"/>
      <w:jc w:val="center"/>
      <w:rPr>
        <w:rFonts w:cs="Times New Roman"/>
      </w:rPr>
    </w:pPr>
    <w:r>
      <w:rPr>
        <w:rFonts w:cs="宋体" w:hint="eastAsia"/>
        <w:kern w:val="0"/>
      </w:rPr>
      <w:t>第</w:t>
    </w:r>
    <w:r>
      <w:rPr>
        <w:kern w:val="0"/>
      </w:rPr>
      <w:t xml:space="preserve"> </w:t>
    </w:r>
    <w:r w:rsidR="00161BCD">
      <w:rPr>
        <w:kern w:val="0"/>
      </w:rPr>
      <w:fldChar w:fldCharType="begin"/>
    </w:r>
    <w:r>
      <w:rPr>
        <w:kern w:val="0"/>
      </w:rPr>
      <w:instrText xml:space="preserve"> PAGE </w:instrText>
    </w:r>
    <w:r w:rsidR="00161BCD">
      <w:rPr>
        <w:kern w:val="0"/>
      </w:rPr>
      <w:fldChar w:fldCharType="separate"/>
    </w:r>
    <w:r w:rsidR="0021500C">
      <w:rPr>
        <w:noProof/>
        <w:kern w:val="0"/>
      </w:rPr>
      <w:t>1</w:t>
    </w:r>
    <w:r w:rsidR="00161BCD">
      <w:rPr>
        <w:kern w:val="0"/>
      </w:rPr>
      <w:fldChar w:fldCharType="end"/>
    </w:r>
    <w:r>
      <w:rPr>
        <w:kern w:val="0"/>
      </w:rPr>
      <w:t xml:space="preserve"> </w:t>
    </w:r>
    <w:r>
      <w:rPr>
        <w:rFonts w:cs="宋体" w:hint="eastAsia"/>
        <w:kern w:val="0"/>
      </w:rPr>
      <w:t>页</w:t>
    </w:r>
    <w:r>
      <w:rPr>
        <w:kern w:val="0"/>
      </w:rPr>
      <w:t xml:space="preserve"> </w:t>
    </w:r>
    <w:r>
      <w:rPr>
        <w:rFonts w:cs="宋体" w:hint="eastAsia"/>
        <w:kern w:val="0"/>
      </w:rPr>
      <w:t>共</w:t>
    </w:r>
    <w:r>
      <w:rPr>
        <w:kern w:val="0"/>
      </w:rPr>
      <w:t xml:space="preserve"> </w:t>
    </w:r>
    <w:r w:rsidR="00161BCD">
      <w:rPr>
        <w:kern w:val="0"/>
      </w:rPr>
      <w:fldChar w:fldCharType="begin"/>
    </w:r>
    <w:r>
      <w:rPr>
        <w:kern w:val="0"/>
      </w:rPr>
      <w:instrText xml:space="preserve"> NUMPAGES </w:instrText>
    </w:r>
    <w:r w:rsidR="00161BCD">
      <w:rPr>
        <w:kern w:val="0"/>
      </w:rPr>
      <w:fldChar w:fldCharType="separate"/>
    </w:r>
    <w:r w:rsidR="0021500C">
      <w:rPr>
        <w:noProof/>
        <w:kern w:val="0"/>
      </w:rPr>
      <w:t>1</w:t>
    </w:r>
    <w:r w:rsidR="00161BCD">
      <w:rPr>
        <w:kern w:val="0"/>
      </w:rPr>
      <w:fldChar w:fldCharType="end"/>
    </w:r>
    <w:r>
      <w:rPr>
        <w:kern w:val="0"/>
      </w:rPr>
      <w:t xml:space="preserve"> </w:t>
    </w:r>
    <w:r>
      <w:rPr>
        <w:rFonts w:cs="宋体" w:hint="eastAsia"/>
        <w:kern w:val="0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10C" w:rsidRDefault="002F710C" w:rsidP="00F973C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F710C" w:rsidRDefault="002F710C" w:rsidP="00F973C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0DD" w:rsidRDefault="000470DD" w:rsidP="00175A25">
    <w:pPr>
      <w:pStyle w:val="a3"/>
      <w:rPr>
        <w:rFonts w:cs="Times New Roman"/>
      </w:rPr>
    </w:pPr>
    <w:r>
      <w:rPr>
        <w:rFonts w:cs="宋体" w:hint="eastAsia"/>
      </w:rPr>
      <w:t>内测</w:t>
    </w:r>
    <w:r>
      <w:t>/</w:t>
    </w:r>
    <w:r>
      <w:rPr>
        <w:rFonts w:cs="宋体" w:hint="eastAsia"/>
      </w:rPr>
      <w:t>月考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31504"/>
    <w:multiLevelType w:val="hybridMultilevel"/>
    <w:tmpl w:val="FB78B82C"/>
    <w:lvl w:ilvl="0" w:tplc="FDBCC1FC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948642E"/>
    <w:multiLevelType w:val="hybridMultilevel"/>
    <w:tmpl w:val="204A305C"/>
    <w:lvl w:ilvl="0" w:tplc="C5EC7BB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D105A06"/>
    <w:multiLevelType w:val="hybridMultilevel"/>
    <w:tmpl w:val="B4A0E566"/>
    <w:lvl w:ilvl="0" w:tplc="578629C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3397729"/>
    <w:multiLevelType w:val="singleLevel"/>
    <w:tmpl w:val="53397729"/>
    <w:lvl w:ilvl="0">
      <w:start w:val="1"/>
      <w:numFmt w:val="decimal"/>
      <w:suff w:val="nothing"/>
      <w:lvlText w:val="%1、"/>
      <w:lvlJc w:val="left"/>
    </w:lvl>
  </w:abstractNum>
  <w:abstractNum w:abstractNumId="4">
    <w:nsid w:val="56FB1FE5"/>
    <w:multiLevelType w:val="hybridMultilevel"/>
    <w:tmpl w:val="4F70DFC2"/>
    <w:lvl w:ilvl="0" w:tplc="FDBCC1FC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8033FF8"/>
    <w:multiLevelType w:val="hybridMultilevel"/>
    <w:tmpl w:val="7826AC84"/>
    <w:lvl w:ilvl="0" w:tplc="B03A341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738E1D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3CADFC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F7EC3C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A0A475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81A94C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380401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97888F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B64EA2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58882B67"/>
    <w:multiLevelType w:val="hybridMultilevel"/>
    <w:tmpl w:val="CE009040"/>
    <w:lvl w:ilvl="0" w:tplc="C5EC7BB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55A7552"/>
    <w:multiLevelType w:val="hybridMultilevel"/>
    <w:tmpl w:val="8F0EA1E2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65652A1F"/>
    <w:multiLevelType w:val="hybridMultilevel"/>
    <w:tmpl w:val="35AE9B38"/>
    <w:lvl w:ilvl="0" w:tplc="3A088E8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79370E29"/>
    <w:multiLevelType w:val="hybridMultilevel"/>
    <w:tmpl w:val="F2240148"/>
    <w:lvl w:ilvl="0" w:tplc="27AE950C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73CD"/>
    <w:rsid w:val="000000C8"/>
    <w:rsid w:val="0000535D"/>
    <w:rsid w:val="00006210"/>
    <w:rsid w:val="00015CE1"/>
    <w:rsid w:val="000370BC"/>
    <w:rsid w:val="00045353"/>
    <w:rsid w:val="000470DD"/>
    <w:rsid w:val="00052071"/>
    <w:rsid w:val="0006174E"/>
    <w:rsid w:val="00074C57"/>
    <w:rsid w:val="00077930"/>
    <w:rsid w:val="00082584"/>
    <w:rsid w:val="000C7370"/>
    <w:rsid w:val="000F6E92"/>
    <w:rsid w:val="001035B9"/>
    <w:rsid w:val="00114B00"/>
    <w:rsid w:val="00122E4D"/>
    <w:rsid w:val="00161BCD"/>
    <w:rsid w:val="00175A25"/>
    <w:rsid w:val="00192F56"/>
    <w:rsid w:val="001A56B6"/>
    <w:rsid w:val="001B241F"/>
    <w:rsid w:val="001C07B6"/>
    <w:rsid w:val="001C0B83"/>
    <w:rsid w:val="001C6CE6"/>
    <w:rsid w:val="001F0277"/>
    <w:rsid w:val="00200A3C"/>
    <w:rsid w:val="0021500C"/>
    <w:rsid w:val="00234086"/>
    <w:rsid w:val="00251653"/>
    <w:rsid w:val="002561FB"/>
    <w:rsid w:val="00281689"/>
    <w:rsid w:val="00285064"/>
    <w:rsid w:val="00290120"/>
    <w:rsid w:val="002C6069"/>
    <w:rsid w:val="002F0FE7"/>
    <w:rsid w:val="002F710C"/>
    <w:rsid w:val="003178C9"/>
    <w:rsid w:val="003502EE"/>
    <w:rsid w:val="00381031"/>
    <w:rsid w:val="003863DF"/>
    <w:rsid w:val="0039068F"/>
    <w:rsid w:val="0039234F"/>
    <w:rsid w:val="003A35C6"/>
    <w:rsid w:val="003B38E0"/>
    <w:rsid w:val="003B7F03"/>
    <w:rsid w:val="0044253B"/>
    <w:rsid w:val="00450489"/>
    <w:rsid w:val="0045685D"/>
    <w:rsid w:val="0048084F"/>
    <w:rsid w:val="00482A92"/>
    <w:rsid w:val="00482AD4"/>
    <w:rsid w:val="004E3BCE"/>
    <w:rsid w:val="004F12BF"/>
    <w:rsid w:val="004F1535"/>
    <w:rsid w:val="00515D1F"/>
    <w:rsid w:val="0052077E"/>
    <w:rsid w:val="005237D6"/>
    <w:rsid w:val="00523CEC"/>
    <w:rsid w:val="005501AA"/>
    <w:rsid w:val="00556D77"/>
    <w:rsid w:val="00563837"/>
    <w:rsid w:val="0057537F"/>
    <w:rsid w:val="005D097B"/>
    <w:rsid w:val="005F6E5E"/>
    <w:rsid w:val="006316F6"/>
    <w:rsid w:val="00634569"/>
    <w:rsid w:val="00677163"/>
    <w:rsid w:val="00682693"/>
    <w:rsid w:val="00685885"/>
    <w:rsid w:val="006B6C15"/>
    <w:rsid w:val="00710F45"/>
    <w:rsid w:val="007172A0"/>
    <w:rsid w:val="00726667"/>
    <w:rsid w:val="00730B17"/>
    <w:rsid w:val="00735154"/>
    <w:rsid w:val="00747D4E"/>
    <w:rsid w:val="00777DEA"/>
    <w:rsid w:val="00781484"/>
    <w:rsid w:val="007A44FE"/>
    <w:rsid w:val="00811C50"/>
    <w:rsid w:val="008402C1"/>
    <w:rsid w:val="00870F3A"/>
    <w:rsid w:val="00891A55"/>
    <w:rsid w:val="008B7DE6"/>
    <w:rsid w:val="008D5160"/>
    <w:rsid w:val="00922161"/>
    <w:rsid w:val="00922D61"/>
    <w:rsid w:val="00933796"/>
    <w:rsid w:val="009418ED"/>
    <w:rsid w:val="00987663"/>
    <w:rsid w:val="009A7BF0"/>
    <w:rsid w:val="009D1A8D"/>
    <w:rsid w:val="009D1F2E"/>
    <w:rsid w:val="009E2029"/>
    <w:rsid w:val="009F13A0"/>
    <w:rsid w:val="009F7A81"/>
    <w:rsid w:val="00A25C7F"/>
    <w:rsid w:val="00A35ABE"/>
    <w:rsid w:val="00A4169D"/>
    <w:rsid w:val="00A46E41"/>
    <w:rsid w:val="00A479E4"/>
    <w:rsid w:val="00A61DE6"/>
    <w:rsid w:val="00A673F1"/>
    <w:rsid w:val="00A7154B"/>
    <w:rsid w:val="00A76192"/>
    <w:rsid w:val="00A86BD8"/>
    <w:rsid w:val="00A92023"/>
    <w:rsid w:val="00AB4CA3"/>
    <w:rsid w:val="00AC16AD"/>
    <w:rsid w:val="00AD0744"/>
    <w:rsid w:val="00AE4EA1"/>
    <w:rsid w:val="00AE5D83"/>
    <w:rsid w:val="00B710D4"/>
    <w:rsid w:val="00B7636B"/>
    <w:rsid w:val="00B83D5F"/>
    <w:rsid w:val="00BA37D6"/>
    <w:rsid w:val="00BA666A"/>
    <w:rsid w:val="00BC5583"/>
    <w:rsid w:val="00BF0AE2"/>
    <w:rsid w:val="00C1251E"/>
    <w:rsid w:val="00C55BCD"/>
    <w:rsid w:val="00CE3FC8"/>
    <w:rsid w:val="00CE448C"/>
    <w:rsid w:val="00D200E6"/>
    <w:rsid w:val="00D33CEF"/>
    <w:rsid w:val="00D55AEB"/>
    <w:rsid w:val="00D824A3"/>
    <w:rsid w:val="00D85489"/>
    <w:rsid w:val="00DE78B7"/>
    <w:rsid w:val="00DF0BFC"/>
    <w:rsid w:val="00E6547E"/>
    <w:rsid w:val="00E9549E"/>
    <w:rsid w:val="00EA4433"/>
    <w:rsid w:val="00EA4F79"/>
    <w:rsid w:val="00ED589D"/>
    <w:rsid w:val="00EF7F7D"/>
    <w:rsid w:val="00F20274"/>
    <w:rsid w:val="00F27519"/>
    <w:rsid w:val="00F47558"/>
    <w:rsid w:val="00F55D85"/>
    <w:rsid w:val="00F70A61"/>
    <w:rsid w:val="00F86561"/>
    <w:rsid w:val="00F973CD"/>
    <w:rsid w:val="00FA29FD"/>
    <w:rsid w:val="00FB2CC8"/>
    <w:rsid w:val="00FB5A81"/>
    <w:rsid w:val="00FE7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370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973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F973C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F973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F973CD"/>
    <w:rPr>
      <w:sz w:val="18"/>
      <w:szCs w:val="18"/>
    </w:rPr>
  </w:style>
  <w:style w:type="paragraph" w:styleId="a5">
    <w:name w:val="List Paragraph"/>
    <w:basedOn w:val="a"/>
    <w:uiPriority w:val="34"/>
    <w:qFormat/>
    <w:rsid w:val="00F973CD"/>
    <w:pPr>
      <w:ind w:firstLineChars="200" w:firstLine="420"/>
    </w:pPr>
  </w:style>
  <w:style w:type="table" w:styleId="a6">
    <w:name w:val="Table Grid"/>
    <w:basedOn w:val="a1"/>
    <w:uiPriority w:val="99"/>
    <w:locked/>
    <w:rsid w:val="00EF7F7D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99"/>
    <w:qFormat/>
    <w:locked/>
    <w:rsid w:val="001C0B83"/>
    <w:rPr>
      <w:b/>
      <w:bCs/>
    </w:rPr>
  </w:style>
  <w:style w:type="paragraph" w:styleId="a8">
    <w:name w:val="Document Map"/>
    <w:basedOn w:val="a"/>
    <w:link w:val="Char1"/>
    <w:uiPriority w:val="99"/>
    <w:semiHidden/>
    <w:unhideWhenUsed/>
    <w:rsid w:val="00DF0BFC"/>
    <w:rPr>
      <w:rFonts w:ascii="宋体"/>
      <w:sz w:val="18"/>
      <w:szCs w:val="18"/>
    </w:rPr>
  </w:style>
  <w:style w:type="character" w:customStyle="1" w:styleId="Char1">
    <w:name w:val="文档结构图 Char"/>
    <w:basedOn w:val="a0"/>
    <w:link w:val="a8"/>
    <w:uiPriority w:val="99"/>
    <w:semiHidden/>
    <w:rsid w:val="00DF0BFC"/>
    <w:rPr>
      <w:rFonts w:ascii="宋体" w:cs="Calibri"/>
      <w:kern w:val="2"/>
      <w:sz w:val="18"/>
      <w:szCs w:val="18"/>
    </w:rPr>
  </w:style>
  <w:style w:type="character" w:customStyle="1" w:styleId="apple-style-span">
    <w:name w:val="apple-style-span"/>
    <w:uiPriority w:val="99"/>
    <w:rsid w:val="00BA666A"/>
    <w:rPr>
      <w:rFonts w:cs="Times New Roman"/>
    </w:rPr>
  </w:style>
  <w:style w:type="paragraph" w:styleId="a9">
    <w:name w:val="No Spacing"/>
    <w:uiPriority w:val="1"/>
    <w:qFormat/>
    <w:rsid w:val="00BA666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2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88419">
          <w:marLeft w:val="576"/>
          <w:marRight w:val="0"/>
          <w:marTop w:val="14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97</Words>
  <Characters>153</Characters>
  <Application>Microsoft Office Word</Application>
  <DocSecurity>0</DocSecurity>
  <Lines>1</Lines>
  <Paragraphs>1</Paragraphs>
  <ScaleCrop>false</ScaleCrop>
  <Company>Microsoft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Linux C测试题</dc:title>
  <dc:subject/>
  <dc:creator>李杰</dc:creator>
  <cp:keywords/>
  <dc:description/>
  <cp:lastModifiedBy>Windows User</cp:lastModifiedBy>
  <cp:revision>55</cp:revision>
  <dcterms:created xsi:type="dcterms:W3CDTF">2016-05-20T09:30:00Z</dcterms:created>
  <dcterms:modified xsi:type="dcterms:W3CDTF">2019-11-29T14:18:00Z</dcterms:modified>
</cp:coreProperties>
</file>